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44" w:rsidRPr="00C74B59" w:rsidRDefault="00576F53" w:rsidP="00731BAE">
      <w:pPr>
        <w:pStyle w:val="Titel"/>
        <w:pBdr>
          <w:bottom w:val="single" w:sz="4" w:space="4" w:color="auto"/>
        </w:pBdr>
        <w:rPr>
          <w:color w:val="auto"/>
          <w:lang w:val="en-GB"/>
        </w:rPr>
      </w:pPr>
      <w:r>
        <w:rPr>
          <w:color w:val="auto"/>
          <w:lang w:val="en-GB"/>
        </w:rPr>
        <w:t>Module</w:t>
      </w:r>
      <w:r w:rsidR="00731BAE" w:rsidRPr="00C74B59">
        <w:rPr>
          <w:color w:val="auto"/>
          <w:lang w:val="en-GB"/>
        </w:rPr>
        <w:t xml:space="preserve">: </w:t>
      </w:r>
      <w:r w:rsidR="0027581F" w:rsidRPr="00C74B59">
        <w:rPr>
          <w:color w:val="auto"/>
          <w:lang w:val="en-GB"/>
        </w:rPr>
        <w:br/>
      </w:r>
      <w:r w:rsidR="001D2AAB" w:rsidRPr="001D2AAB">
        <w:rPr>
          <w:color w:val="auto"/>
          <w:lang w:val="en-GB"/>
        </w:rPr>
        <w:t>Introduction to SD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Consortium participants: </w:t>
      </w:r>
    </w:p>
    <w:p w:rsidR="005F1D44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 w:rsidR="00431F2E">
        <w:rPr>
          <w:lang w:val="en-GB"/>
        </w:rPr>
        <w:t xml:space="preserve"> or individual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Partner participants: </w:t>
      </w:r>
    </w:p>
    <w:p w:rsidR="00C33548" w:rsidRPr="00C74B59" w:rsidRDefault="00C33548" w:rsidP="00C33548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Bipartite</w:t>
      </w:r>
      <w:r>
        <w:rPr>
          <w:lang w:val="en-GB"/>
        </w:rPr>
        <w:t xml:space="preserve"> or individual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Basis </w:t>
      </w:r>
      <w:r w:rsidR="00731BAE" w:rsidRPr="00C74B59">
        <w:rPr>
          <w:lang w:val="en-GB"/>
        </w:rPr>
        <w:t>for concept:</w:t>
      </w:r>
    </w:p>
    <w:p w:rsidR="00E05700" w:rsidRPr="00C74B59" w:rsidRDefault="00731BAE" w:rsidP="00731BAE">
      <w:pPr>
        <w:pStyle w:val="Listeafsnit"/>
        <w:numPr>
          <w:ilvl w:val="0"/>
          <w:numId w:val="12"/>
        </w:numPr>
        <w:rPr>
          <w:lang w:val="en-GB"/>
        </w:rPr>
      </w:pPr>
      <w:r w:rsidRPr="00C74B59">
        <w:rPr>
          <w:lang w:val="en-GB"/>
        </w:rPr>
        <w:t>P</w:t>
      </w:r>
      <w:r w:rsidR="00F971C8" w:rsidRPr="00C74B59">
        <w:rPr>
          <w:lang w:val="en-GB"/>
        </w:rPr>
        <w:t>rojects in</w:t>
      </w:r>
      <w:r w:rsidR="00C65537">
        <w:rPr>
          <w:lang w:val="en-GB"/>
        </w:rPr>
        <w:t xml:space="preserve"> Philippines,</w:t>
      </w:r>
      <w:r w:rsidR="00F971C8" w:rsidRPr="00C74B59">
        <w:rPr>
          <w:lang w:val="en-GB"/>
        </w:rPr>
        <w:t xml:space="preserve"> </w:t>
      </w:r>
      <w:r w:rsidR="00C33548">
        <w:rPr>
          <w:lang w:val="en-GB"/>
        </w:rPr>
        <w:t>Myanmar, Uganda and Z</w:t>
      </w:r>
      <w:r w:rsidR="00C65537">
        <w:rPr>
          <w:lang w:val="en-GB"/>
        </w:rPr>
        <w:t>a</w:t>
      </w:r>
      <w:r w:rsidR="00C33548">
        <w:rPr>
          <w:lang w:val="en-GB"/>
        </w:rPr>
        <w:t>nzibar</w:t>
      </w:r>
    </w:p>
    <w:p w:rsidR="00731BAE" w:rsidRPr="00C74B59" w:rsidRDefault="00731BAE" w:rsidP="00731BAE">
      <w:pPr>
        <w:pStyle w:val="Overskrift3"/>
        <w:rPr>
          <w:lang w:val="en-GB"/>
        </w:rPr>
      </w:pPr>
      <w:r w:rsidRPr="00C74B59">
        <w:rPr>
          <w:lang w:val="en-GB"/>
        </w:rPr>
        <w:t>Maturity of S</w:t>
      </w:r>
      <w:r w:rsidRPr="00576F53">
        <w:rPr>
          <w:i/>
          <w:lang w:val="en-GB"/>
        </w:rPr>
        <w:t>o</w:t>
      </w:r>
      <w:r w:rsidRPr="00C74B59">
        <w:rPr>
          <w:lang w:val="en-GB"/>
        </w:rPr>
        <w:t>cial Dialogue</w:t>
      </w:r>
      <w:r w:rsidR="00552260" w:rsidRPr="00C74B59">
        <w:rPr>
          <w:lang w:val="en-GB"/>
        </w:rPr>
        <w:t xml:space="preserve"> in partner country</w:t>
      </w:r>
      <w:r w:rsidRPr="00C74B59">
        <w:rPr>
          <w:lang w:val="en-GB"/>
        </w:rPr>
        <w:t>:</w:t>
      </w:r>
    </w:p>
    <w:p w:rsidR="00731BAE" w:rsidRPr="00C74B59" w:rsidRDefault="00962281" w:rsidP="00731BAE">
      <w:pPr>
        <w:pStyle w:val="Listeafsnit"/>
        <w:numPr>
          <w:ilvl w:val="0"/>
          <w:numId w:val="8"/>
        </w:numPr>
        <w:rPr>
          <w:lang w:val="en-GB"/>
        </w:rPr>
      </w:pPr>
      <w:r>
        <w:rPr>
          <w:lang w:val="en-GB"/>
        </w:rPr>
        <w:t xml:space="preserve">Nascent, </w:t>
      </w:r>
      <w:r w:rsidR="00731BAE" w:rsidRPr="00C74B59">
        <w:rPr>
          <w:lang w:val="en-GB"/>
        </w:rPr>
        <w:t xml:space="preserve">Unstructured </w:t>
      </w:r>
      <w:r w:rsidR="00576F53">
        <w:rPr>
          <w:lang w:val="en-GB"/>
        </w:rPr>
        <w:t>an</w:t>
      </w:r>
      <w:r w:rsidR="00051940">
        <w:rPr>
          <w:lang w:val="en-GB"/>
        </w:rPr>
        <w:t>d</w:t>
      </w:r>
      <w:r w:rsidR="00576F53">
        <w:rPr>
          <w:lang w:val="en-GB"/>
        </w:rPr>
        <w:t xml:space="preserve"> structured</w:t>
      </w:r>
    </w:p>
    <w:p w:rsidR="00731BAE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Preconditions </w:t>
      </w:r>
    </w:p>
    <w:p w:rsidR="00E05700" w:rsidRPr="00C74B59" w:rsidRDefault="00F971C8" w:rsidP="00731BAE">
      <w:pPr>
        <w:pStyle w:val="Listeafsnit"/>
        <w:numPr>
          <w:ilvl w:val="0"/>
          <w:numId w:val="6"/>
        </w:numPr>
        <w:rPr>
          <w:lang w:val="en-GB"/>
        </w:rPr>
      </w:pPr>
      <w:r w:rsidRPr="00C74B59">
        <w:rPr>
          <w:lang w:val="en-GB"/>
        </w:rPr>
        <w:t xml:space="preserve">Dialogue established </w:t>
      </w:r>
      <w:r w:rsidR="00C33548">
        <w:rPr>
          <w:lang w:val="en-GB"/>
        </w:rPr>
        <w:t xml:space="preserve">or under establishment </w:t>
      </w:r>
      <w:r w:rsidRPr="00C74B59">
        <w:rPr>
          <w:lang w:val="en-GB"/>
        </w:rPr>
        <w:t xml:space="preserve">between national </w:t>
      </w:r>
      <w:r w:rsidR="00051940">
        <w:rPr>
          <w:lang w:val="en-GB"/>
        </w:rPr>
        <w:t xml:space="preserve">or enterprise level </w:t>
      </w:r>
      <w:r w:rsidRPr="00C74B59">
        <w:rPr>
          <w:lang w:val="en-GB"/>
        </w:rPr>
        <w:t>social partners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 xml:space="preserve">Target group </w:t>
      </w:r>
    </w:p>
    <w:p w:rsidR="00E05700" w:rsidRPr="00F020F9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Union officers at national and regional level </w:t>
      </w:r>
    </w:p>
    <w:p w:rsidR="00E05700" w:rsidRDefault="00F971C8" w:rsidP="00731BAE">
      <w:pPr>
        <w:pStyle w:val="Listeafsnit"/>
        <w:numPr>
          <w:ilvl w:val="0"/>
          <w:numId w:val="9"/>
        </w:numPr>
        <w:rPr>
          <w:lang w:val="en-GB"/>
        </w:rPr>
      </w:pPr>
      <w:r w:rsidRPr="00F020F9">
        <w:rPr>
          <w:lang w:val="en-GB"/>
        </w:rPr>
        <w:t xml:space="preserve">Employers and employers representatives at national and regional level </w:t>
      </w:r>
    </w:p>
    <w:p w:rsidR="00966FB5" w:rsidRPr="00966FB5" w:rsidRDefault="00966FB5" w:rsidP="00731BAE">
      <w:pPr>
        <w:pStyle w:val="Listeafsnit"/>
        <w:numPr>
          <w:ilvl w:val="0"/>
          <w:numId w:val="9"/>
        </w:numPr>
      </w:pPr>
      <w:r w:rsidRPr="00966FB5">
        <w:t>Social partners at enterprise lev</w:t>
      </w:r>
      <w:r>
        <w:t>el</w:t>
      </w:r>
    </w:p>
    <w:p w:rsidR="00E05700" w:rsidRPr="00C74B59" w:rsidRDefault="00F971C8" w:rsidP="00731BAE">
      <w:pPr>
        <w:pStyle w:val="Overskrift3"/>
        <w:rPr>
          <w:lang w:val="en-GB"/>
        </w:rPr>
      </w:pPr>
      <w:r w:rsidRPr="00C74B59">
        <w:rPr>
          <w:lang w:val="en-GB"/>
        </w:rPr>
        <w:t>Objective</w:t>
      </w:r>
      <w:r w:rsidR="00731BAE" w:rsidRPr="00C74B59">
        <w:rPr>
          <w:lang w:val="en-GB"/>
        </w:rPr>
        <w:t>s</w:t>
      </w:r>
    </w:p>
    <w:p w:rsidR="008B1369" w:rsidRDefault="008B1369" w:rsidP="00962281">
      <w:pPr>
        <w:pStyle w:val="Listeafsnit"/>
        <w:numPr>
          <w:ilvl w:val="0"/>
          <w:numId w:val="10"/>
        </w:numPr>
        <w:rPr>
          <w:lang w:val="en-US"/>
        </w:rPr>
      </w:pPr>
      <w:r>
        <w:rPr>
          <w:lang w:val="en-US"/>
        </w:rPr>
        <w:t>Establish a</w:t>
      </w:r>
      <w:r w:rsidR="00962281">
        <w:rPr>
          <w:lang w:val="en-US"/>
        </w:rPr>
        <w:t xml:space="preserve"> beginning</w:t>
      </w:r>
      <w:r>
        <w:rPr>
          <w:lang w:val="en-US"/>
        </w:rPr>
        <w:t xml:space="preserve"> understanding of how </w:t>
      </w:r>
      <w:r w:rsidR="00962281">
        <w:rPr>
          <w:lang w:val="en-US"/>
        </w:rPr>
        <w:t>s</w:t>
      </w:r>
      <w:r>
        <w:rPr>
          <w:lang w:val="en-US"/>
        </w:rPr>
        <w:t xml:space="preserve">ocial </w:t>
      </w:r>
      <w:r w:rsidR="00962281">
        <w:rPr>
          <w:lang w:val="en-US"/>
        </w:rPr>
        <w:t>d</w:t>
      </w:r>
      <w:r>
        <w:rPr>
          <w:lang w:val="en-US"/>
        </w:rPr>
        <w:t>ialogue works</w:t>
      </w:r>
    </w:p>
    <w:p w:rsidR="00962281" w:rsidRPr="00AC5E7B" w:rsidRDefault="00962281" w:rsidP="00AC5E7B">
      <w:pPr>
        <w:pStyle w:val="Listeafsnit"/>
        <w:numPr>
          <w:ilvl w:val="0"/>
          <w:numId w:val="10"/>
        </w:numPr>
        <w:rPr>
          <w:lang w:val="en-US"/>
        </w:rPr>
      </w:pPr>
      <w:r>
        <w:rPr>
          <w:lang w:val="en-US"/>
        </w:rPr>
        <w:t>Establish an understanding of the need to understand the perspective of your opponent for social dialogue to work</w:t>
      </w:r>
    </w:p>
    <w:p w:rsidR="00676F4D" w:rsidRPr="00C74B59" w:rsidRDefault="00676F4D" w:rsidP="00676F4D">
      <w:pPr>
        <w:rPr>
          <w:b/>
          <w:lang w:val="en-GB"/>
        </w:rPr>
      </w:pPr>
      <w:r w:rsidRPr="00C74B59">
        <w:rPr>
          <w:b/>
          <w:lang w:val="en-GB"/>
        </w:rPr>
        <w:t>Format:</w:t>
      </w:r>
    </w:p>
    <w:p w:rsidR="008B1369" w:rsidRPr="008B1369" w:rsidRDefault="00051940" w:rsidP="00676F4D">
      <w:pPr>
        <w:pStyle w:val="Listeafsnit"/>
        <w:numPr>
          <w:ilvl w:val="0"/>
          <w:numId w:val="13"/>
        </w:numPr>
        <w:rPr>
          <w:lang w:val="en-GB"/>
        </w:rPr>
      </w:pPr>
      <w:r w:rsidRPr="008B1369">
        <w:rPr>
          <w:lang w:val="en-GB"/>
        </w:rPr>
        <w:t xml:space="preserve">Module 1: </w:t>
      </w:r>
      <w:r w:rsidR="008B1369" w:rsidRPr="008B1369">
        <w:rPr>
          <w:lang w:val="en-GB"/>
        </w:rPr>
        <w:t>Perspectives and interest of your opponent</w:t>
      </w:r>
      <w:r w:rsidRPr="008B1369">
        <w:rPr>
          <w:lang w:val="en-GB"/>
        </w:rPr>
        <w:t xml:space="preserve"> – </w:t>
      </w:r>
      <w:r w:rsidR="008B1369" w:rsidRPr="008B1369">
        <w:rPr>
          <w:lang w:val="en-GB"/>
        </w:rPr>
        <w:t xml:space="preserve">Group discussion and presentation </w:t>
      </w:r>
    </w:p>
    <w:p w:rsidR="00E05700" w:rsidRPr="00C74B59" w:rsidRDefault="00F971C8" w:rsidP="00AC5E7B">
      <w:pPr>
        <w:pStyle w:val="Overskrift3"/>
        <w:rPr>
          <w:lang w:val="en-GB"/>
        </w:rPr>
      </w:pPr>
      <w:r w:rsidRPr="00C74B59">
        <w:rPr>
          <w:lang w:val="en-GB"/>
        </w:rPr>
        <w:t xml:space="preserve">Focus of </w:t>
      </w:r>
      <w:r w:rsidR="00AC5E7B">
        <w:rPr>
          <w:lang w:val="en-GB"/>
        </w:rPr>
        <w:t>activity</w:t>
      </w:r>
      <w:r w:rsidR="00EA6857" w:rsidRPr="00C74B59">
        <w:rPr>
          <w:lang w:val="en-GB"/>
        </w:rPr>
        <w:t>:</w:t>
      </w:r>
    </w:p>
    <w:p w:rsidR="002272BE" w:rsidRDefault="00933502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933502">
        <w:rPr>
          <w:lang w:val="en-GB"/>
        </w:rPr>
        <w:t xml:space="preserve">Developing the understanding that </w:t>
      </w:r>
      <w:r w:rsidR="002272BE">
        <w:rPr>
          <w:lang w:val="en-GB"/>
        </w:rPr>
        <w:t>social dialogue is based on understanding of your opponents interests as well as your own</w:t>
      </w:r>
    </w:p>
    <w:p w:rsidR="00D623EE" w:rsidRDefault="00D623EE" w:rsidP="00EA6857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Develop the understanding </w:t>
      </w:r>
      <w:r w:rsidR="00260C50">
        <w:rPr>
          <w:lang w:val="en-GB"/>
        </w:rPr>
        <w:t>of the potential of social dialogue</w:t>
      </w:r>
    </w:p>
    <w:p w:rsidR="00263031" w:rsidRPr="00C74B59" w:rsidRDefault="00263031" w:rsidP="00263031">
      <w:pPr>
        <w:pStyle w:val="Overskrift3"/>
        <w:rPr>
          <w:lang w:val="en-GB"/>
        </w:rPr>
      </w:pPr>
      <w:r w:rsidRPr="00C74B59">
        <w:rPr>
          <w:lang w:val="en-GB"/>
        </w:rPr>
        <w:t xml:space="preserve">Output and outcome </w:t>
      </w:r>
    </w:p>
    <w:p w:rsidR="00933502" w:rsidRDefault="00933502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 xml:space="preserve">Understanding of social dialogue as an important tool for better </w:t>
      </w:r>
      <w:r w:rsidR="00182497">
        <w:rPr>
          <w:lang w:val="en-GB"/>
        </w:rPr>
        <w:t>decent jobs</w:t>
      </w:r>
    </w:p>
    <w:p w:rsidR="00933502" w:rsidRDefault="00AC5E7B" w:rsidP="00263031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Initial</w:t>
      </w:r>
      <w:r w:rsidR="00A71009" w:rsidRPr="00C74B59">
        <w:rPr>
          <w:lang w:val="en-GB"/>
        </w:rPr>
        <w:t xml:space="preserve"> skill </w:t>
      </w:r>
      <w:r w:rsidR="00182497">
        <w:rPr>
          <w:lang w:val="en-GB"/>
        </w:rPr>
        <w:t>conducting a constructive social dialogue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 xml:space="preserve">Participants </w:t>
      </w:r>
    </w:p>
    <w:p w:rsidR="00263031" w:rsidRPr="00C74B59" w:rsidRDefault="00933502" w:rsidP="00237B19">
      <w:pPr>
        <w:pStyle w:val="Listeafsnit"/>
        <w:numPr>
          <w:ilvl w:val="0"/>
          <w:numId w:val="13"/>
        </w:numPr>
        <w:rPr>
          <w:lang w:val="en-GB"/>
        </w:rPr>
      </w:pPr>
      <w:r>
        <w:rPr>
          <w:lang w:val="en-GB"/>
        </w:rPr>
        <w:t>15-20</w:t>
      </w:r>
      <w:r w:rsidR="00237B19" w:rsidRPr="00C74B59">
        <w:rPr>
          <w:lang w:val="en-GB"/>
        </w:rPr>
        <w:t xml:space="preserve"> Participants</w:t>
      </w:r>
      <w:r w:rsidR="00F153D2" w:rsidRPr="00C74B59">
        <w:rPr>
          <w:lang w:val="en-GB"/>
        </w:rPr>
        <w:t xml:space="preserve"> </w:t>
      </w:r>
    </w:p>
    <w:p w:rsidR="00E05700" w:rsidRPr="00C74B59" w:rsidRDefault="00F971C8" w:rsidP="00EA6857">
      <w:pPr>
        <w:pStyle w:val="Overskrift3"/>
        <w:rPr>
          <w:lang w:val="en-GB"/>
        </w:rPr>
      </w:pPr>
      <w:r w:rsidRPr="00C74B59">
        <w:rPr>
          <w:lang w:val="en-GB"/>
        </w:rPr>
        <w:t xml:space="preserve">Trainers </w:t>
      </w:r>
    </w:p>
    <w:p w:rsidR="00E05700" w:rsidRPr="00C74B59" w:rsidRDefault="00F971C8" w:rsidP="00EA6857">
      <w:pPr>
        <w:pStyle w:val="Listeafsnit"/>
        <w:numPr>
          <w:ilvl w:val="0"/>
          <w:numId w:val="13"/>
        </w:numPr>
        <w:rPr>
          <w:lang w:val="en-GB"/>
        </w:rPr>
      </w:pPr>
      <w:r w:rsidRPr="00C74B59">
        <w:rPr>
          <w:lang w:val="en-GB"/>
        </w:rPr>
        <w:t xml:space="preserve">Trainers </w:t>
      </w:r>
      <w:r w:rsidR="00FE7DDE">
        <w:rPr>
          <w:lang w:val="en-GB"/>
        </w:rPr>
        <w:t>should</w:t>
      </w:r>
      <w:r w:rsidRPr="00C74B59">
        <w:rPr>
          <w:lang w:val="en-GB"/>
        </w:rPr>
        <w:t xml:space="preserve"> have practical experience with Social Dialogue </w:t>
      </w:r>
    </w:p>
    <w:p w:rsidR="00EA6857" w:rsidRPr="00C74B59" w:rsidRDefault="00EA6857" w:rsidP="00EA6857">
      <w:pPr>
        <w:pStyle w:val="Overskrift3"/>
        <w:rPr>
          <w:lang w:val="en-GB"/>
        </w:rPr>
      </w:pPr>
      <w:r w:rsidRPr="00C74B59">
        <w:rPr>
          <w:lang w:val="en-GB"/>
        </w:rPr>
        <w:t>Material:</w:t>
      </w: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>PowerPoint presentations</w:t>
      </w:r>
    </w:p>
    <w:p w:rsidR="0017415B" w:rsidRDefault="002D5D7D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2D5D7D">
        <w:rPr>
          <w:lang w:val="en-GB"/>
        </w:rPr>
        <w:t>In the beginning was Social Dialogue</w:t>
      </w:r>
    </w:p>
    <w:p w:rsidR="00EA6857" w:rsidRPr="00C74B59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>Shared interest and conflict</w:t>
      </w:r>
    </w:p>
    <w:p w:rsidR="00542475" w:rsidRPr="00C74B59" w:rsidRDefault="00542475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542475">
        <w:rPr>
          <w:lang w:val="en-GB"/>
        </w:rPr>
        <w:lastRenderedPageBreak/>
        <w:t>Value chains and social dialogue</w:t>
      </w:r>
    </w:p>
    <w:p w:rsidR="00EA6857" w:rsidRPr="00C74B59" w:rsidRDefault="00EA6857" w:rsidP="00EA6857">
      <w:pPr>
        <w:pStyle w:val="Listeafsnit"/>
        <w:numPr>
          <w:ilvl w:val="0"/>
          <w:numId w:val="17"/>
        </w:numPr>
        <w:rPr>
          <w:lang w:val="en-GB"/>
        </w:rPr>
      </w:pPr>
      <w:r w:rsidRPr="00C74B59">
        <w:rPr>
          <w:lang w:val="en-GB"/>
        </w:rPr>
        <w:t xml:space="preserve">Activity Sheets </w:t>
      </w:r>
    </w:p>
    <w:p w:rsidR="00FE7DDE" w:rsidRDefault="00FE7DDE" w:rsidP="00EA6857">
      <w:pPr>
        <w:pStyle w:val="Listeafsnit"/>
        <w:numPr>
          <w:ilvl w:val="1"/>
          <w:numId w:val="17"/>
        </w:numPr>
        <w:rPr>
          <w:lang w:val="en-GB"/>
        </w:rPr>
      </w:pPr>
      <w:r w:rsidRPr="00FE7DDE">
        <w:rPr>
          <w:lang w:val="en-GB"/>
        </w:rPr>
        <w:t>Activity Sheet 1 - Perspectives and interest of your counterpart</w:t>
      </w:r>
    </w:p>
    <w:sectPr w:rsidR="00FE7DDE" w:rsidSect="00270D1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37B" w:rsidRDefault="00D8337B" w:rsidP="005F1D44">
      <w:pPr>
        <w:spacing w:after="0"/>
      </w:pPr>
      <w:r>
        <w:separator/>
      </w:r>
    </w:p>
  </w:endnote>
  <w:endnote w:type="continuationSeparator" w:id="1">
    <w:p w:rsidR="00D8337B" w:rsidRDefault="00D8337B" w:rsidP="005F1D4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12297"/>
      <w:docPartObj>
        <w:docPartGallery w:val="Page Numbers (Bottom of Page)"/>
        <w:docPartUnique/>
      </w:docPartObj>
    </w:sdtPr>
    <w:sdtContent>
      <w:p w:rsidR="009E619F" w:rsidRDefault="004C0A9A">
        <w:pPr>
          <w:pStyle w:val="Sidefod"/>
          <w:jc w:val="right"/>
        </w:pPr>
        <w:fldSimple w:instr=" PAGE   \* MERGEFORMAT ">
          <w:r w:rsidR="00260C50">
            <w:rPr>
              <w:noProof/>
            </w:rPr>
            <w:t>1</w:t>
          </w:r>
        </w:fldSimple>
      </w:p>
    </w:sdtContent>
  </w:sdt>
  <w:p w:rsidR="009E619F" w:rsidRDefault="009E619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37B" w:rsidRDefault="00D8337B" w:rsidP="005F1D44">
      <w:pPr>
        <w:spacing w:after="0"/>
      </w:pPr>
      <w:r>
        <w:separator/>
      </w:r>
    </w:p>
  </w:footnote>
  <w:footnote w:type="continuationSeparator" w:id="1">
    <w:p w:rsidR="00D8337B" w:rsidRDefault="00D8337B" w:rsidP="005F1D4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-Git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510"/>
      <w:gridCol w:w="5656"/>
    </w:tblGrid>
    <w:tr w:rsidR="00B2111F" w:rsidTr="00B2111F">
      <w:tc>
        <w:tcPr>
          <w:tcW w:w="3510" w:type="dxa"/>
        </w:tcPr>
        <w:p w:rsidR="00B2111F" w:rsidRDefault="00B2111F" w:rsidP="005F1D44">
          <w:pPr>
            <w:pStyle w:val="Sidehoved"/>
          </w:pPr>
          <w:r>
            <w:rPr>
              <w:noProof/>
              <w:lang w:eastAsia="da-DK"/>
            </w:rPr>
            <w:drawing>
              <wp:inline distT="0" distB="0" distL="0" distR="0">
                <wp:extent cx="1980079" cy="494691"/>
                <wp:effectExtent l="19050" t="0" r="1121" b="0"/>
                <wp:docPr id="5" name="Billede 3" descr="3 logos 400x20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logos 400x20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2923" cy="4954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56" w:type="dxa"/>
          <w:vAlign w:val="center"/>
        </w:tcPr>
        <w:p w:rsidR="00B2111F" w:rsidRPr="00B2111F" w:rsidRDefault="00B2111F" w:rsidP="00B2111F">
          <w:pPr>
            <w:pStyle w:val="Sidehoved"/>
            <w:jc w:val="right"/>
            <w:rPr>
              <w:color w:val="0078D7"/>
            </w:rPr>
          </w:pPr>
          <w:r w:rsidRPr="00B2111F">
            <w:rPr>
              <w:color w:val="0078D7"/>
              <w:sz w:val="56"/>
            </w:rPr>
            <w:t>Social Dialogue</w:t>
          </w:r>
        </w:p>
      </w:tc>
    </w:tr>
  </w:tbl>
  <w:p w:rsidR="005F1D44" w:rsidRDefault="005F1D44" w:rsidP="005F1D44">
    <w:pPr>
      <w:pStyle w:val="Sidehoved"/>
    </w:pPr>
  </w:p>
  <w:p w:rsidR="005F1D44" w:rsidRPr="005F1D44" w:rsidRDefault="00C65537" w:rsidP="005F1D44">
    <w:pPr>
      <w:pStyle w:val="Sidehoved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2.95pt;height:442.95pt">
          <v:imagedata r:id="rId2" o:title="62454858_2274437212652864_5658907115159289856_n"/>
        </v:shape>
      </w:pict>
    </w:r>
  </w:p>
  <w:p w:rsidR="005F1D44" w:rsidRDefault="005F1D44">
    <w:pPr>
      <w:pStyle w:val="Sidehove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EF8"/>
    <w:multiLevelType w:val="hybridMultilevel"/>
    <w:tmpl w:val="67081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53405"/>
    <w:multiLevelType w:val="hybridMultilevel"/>
    <w:tmpl w:val="DD42B88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F301F"/>
    <w:multiLevelType w:val="hybridMultilevel"/>
    <w:tmpl w:val="3D38F9D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C4390"/>
    <w:multiLevelType w:val="hybridMultilevel"/>
    <w:tmpl w:val="80FEED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D72A7"/>
    <w:multiLevelType w:val="hybridMultilevel"/>
    <w:tmpl w:val="71BE20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2E0B88"/>
    <w:multiLevelType w:val="hybridMultilevel"/>
    <w:tmpl w:val="24621A9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329B0"/>
    <w:multiLevelType w:val="hybridMultilevel"/>
    <w:tmpl w:val="E2A2E5C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905FCE"/>
    <w:multiLevelType w:val="hybridMultilevel"/>
    <w:tmpl w:val="49103DE0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1A1BDD"/>
    <w:multiLevelType w:val="hybridMultilevel"/>
    <w:tmpl w:val="5B80A9F8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40A3D"/>
    <w:multiLevelType w:val="hybridMultilevel"/>
    <w:tmpl w:val="112C1E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D3DC5"/>
    <w:multiLevelType w:val="hybridMultilevel"/>
    <w:tmpl w:val="F548897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32B47"/>
    <w:multiLevelType w:val="hybridMultilevel"/>
    <w:tmpl w:val="F37C9A9C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A5B5B"/>
    <w:multiLevelType w:val="hybridMultilevel"/>
    <w:tmpl w:val="0EFA00C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B4924"/>
    <w:multiLevelType w:val="hybridMultilevel"/>
    <w:tmpl w:val="4066D866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E0F6D"/>
    <w:multiLevelType w:val="hybridMultilevel"/>
    <w:tmpl w:val="A040501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325DA6"/>
    <w:multiLevelType w:val="hybridMultilevel"/>
    <w:tmpl w:val="00FC0F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C6776"/>
    <w:multiLevelType w:val="hybridMultilevel"/>
    <w:tmpl w:val="EC74CA30"/>
    <w:lvl w:ilvl="0" w:tplc="23362AA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AE6651C">
      <w:start w:val="64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E16F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9C2F86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002AAD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33AF46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BF038D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D258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9825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>
    <w:nsid w:val="6C2B0639"/>
    <w:multiLevelType w:val="hybridMultilevel"/>
    <w:tmpl w:val="B60A0F70"/>
    <w:lvl w:ilvl="0" w:tplc="7CDEF4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46912">
      <w:start w:val="1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A469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2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61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F07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5A2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88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E02119E"/>
    <w:multiLevelType w:val="hybridMultilevel"/>
    <w:tmpl w:val="0EE23D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1A5E44"/>
    <w:multiLevelType w:val="hybridMultilevel"/>
    <w:tmpl w:val="FBD48A0E"/>
    <w:lvl w:ilvl="0" w:tplc="23362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216BD4"/>
    <w:multiLevelType w:val="hybridMultilevel"/>
    <w:tmpl w:val="079E7A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9"/>
  </w:num>
  <w:num w:numId="5">
    <w:abstractNumId w:val="20"/>
  </w:num>
  <w:num w:numId="6">
    <w:abstractNumId w:val="19"/>
  </w:num>
  <w:num w:numId="7">
    <w:abstractNumId w:val="7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13"/>
  </w:num>
  <w:num w:numId="14">
    <w:abstractNumId w:val="14"/>
  </w:num>
  <w:num w:numId="15">
    <w:abstractNumId w:val="5"/>
  </w:num>
  <w:num w:numId="16">
    <w:abstractNumId w:val="17"/>
  </w:num>
  <w:num w:numId="17">
    <w:abstractNumId w:val="6"/>
  </w:num>
  <w:num w:numId="18">
    <w:abstractNumId w:val="3"/>
  </w:num>
  <w:num w:numId="19">
    <w:abstractNumId w:val="15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attachedTemplate r:id="rId1"/>
  <w:defaultTabStop w:val="1304"/>
  <w:hyphenationZone w:val="425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676F4D"/>
    <w:rsid w:val="00031E1D"/>
    <w:rsid w:val="00051940"/>
    <w:rsid w:val="00054845"/>
    <w:rsid w:val="000C4333"/>
    <w:rsid w:val="0017415B"/>
    <w:rsid w:val="00182497"/>
    <w:rsid w:val="00190A6C"/>
    <w:rsid w:val="001D2688"/>
    <w:rsid w:val="001D2AAB"/>
    <w:rsid w:val="001E417A"/>
    <w:rsid w:val="002272BE"/>
    <w:rsid w:val="00237B19"/>
    <w:rsid w:val="00255A43"/>
    <w:rsid w:val="00260C50"/>
    <w:rsid w:val="00263031"/>
    <w:rsid w:val="00270D1F"/>
    <w:rsid w:val="0027581F"/>
    <w:rsid w:val="002D5D7D"/>
    <w:rsid w:val="002E4387"/>
    <w:rsid w:val="003070EA"/>
    <w:rsid w:val="00367BFA"/>
    <w:rsid w:val="00431F2E"/>
    <w:rsid w:val="00446C3F"/>
    <w:rsid w:val="004815A4"/>
    <w:rsid w:val="004C0A9A"/>
    <w:rsid w:val="00542475"/>
    <w:rsid w:val="00552260"/>
    <w:rsid w:val="00576F53"/>
    <w:rsid w:val="005D79AF"/>
    <w:rsid w:val="005F1D44"/>
    <w:rsid w:val="00665CF9"/>
    <w:rsid w:val="00676F4D"/>
    <w:rsid w:val="006C4D19"/>
    <w:rsid w:val="006D19CE"/>
    <w:rsid w:val="006F3825"/>
    <w:rsid w:val="0070032A"/>
    <w:rsid w:val="00723AA5"/>
    <w:rsid w:val="00731BAE"/>
    <w:rsid w:val="00735B33"/>
    <w:rsid w:val="00746C43"/>
    <w:rsid w:val="007A3954"/>
    <w:rsid w:val="007B0575"/>
    <w:rsid w:val="007B51E1"/>
    <w:rsid w:val="007C2671"/>
    <w:rsid w:val="00860B68"/>
    <w:rsid w:val="008674DE"/>
    <w:rsid w:val="008917A8"/>
    <w:rsid w:val="008B1369"/>
    <w:rsid w:val="00933502"/>
    <w:rsid w:val="009620A2"/>
    <w:rsid w:val="00962281"/>
    <w:rsid w:val="00966FB5"/>
    <w:rsid w:val="009E619F"/>
    <w:rsid w:val="009F44C2"/>
    <w:rsid w:val="00A71009"/>
    <w:rsid w:val="00AB5BA5"/>
    <w:rsid w:val="00AC5E7B"/>
    <w:rsid w:val="00AF3C8B"/>
    <w:rsid w:val="00B2111F"/>
    <w:rsid w:val="00B57719"/>
    <w:rsid w:val="00B77E21"/>
    <w:rsid w:val="00B813F9"/>
    <w:rsid w:val="00B94AD2"/>
    <w:rsid w:val="00C009EC"/>
    <w:rsid w:val="00C33548"/>
    <w:rsid w:val="00C65537"/>
    <w:rsid w:val="00C6573E"/>
    <w:rsid w:val="00C74B59"/>
    <w:rsid w:val="00C93904"/>
    <w:rsid w:val="00CF0823"/>
    <w:rsid w:val="00D468F8"/>
    <w:rsid w:val="00D623EE"/>
    <w:rsid w:val="00D8337B"/>
    <w:rsid w:val="00DD0801"/>
    <w:rsid w:val="00E05700"/>
    <w:rsid w:val="00E5226B"/>
    <w:rsid w:val="00E850FB"/>
    <w:rsid w:val="00EA6857"/>
    <w:rsid w:val="00ED7060"/>
    <w:rsid w:val="00EE2A4B"/>
    <w:rsid w:val="00F020F9"/>
    <w:rsid w:val="00F153D2"/>
    <w:rsid w:val="00F440D1"/>
    <w:rsid w:val="00F971C8"/>
    <w:rsid w:val="00FD7791"/>
    <w:rsid w:val="00FE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9F"/>
    <w:pPr>
      <w:spacing w:after="120" w:line="240" w:lineRule="auto"/>
    </w:pPr>
    <w:rPr>
      <w:rFonts w:ascii="Trebuchet MS" w:hAnsi="Trebuchet M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F3C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F3C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F3C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F3C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F1D44"/>
  </w:style>
  <w:style w:type="paragraph" w:styleId="Sidefod">
    <w:name w:val="footer"/>
    <w:basedOn w:val="Normal"/>
    <w:link w:val="SidefodTegn"/>
    <w:uiPriority w:val="99"/>
    <w:unhideWhenUsed/>
    <w:rsid w:val="005F1D44"/>
    <w:pPr>
      <w:tabs>
        <w:tab w:val="center" w:pos="4513"/>
        <w:tab w:val="right" w:pos="9026"/>
      </w:tabs>
      <w:spacing w:after="0"/>
    </w:pPr>
  </w:style>
  <w:style w:type="character" w:customStyle="1" w:styleId="SidefodTegn">
    <w:name w:val="Sidefod Tegn"/>
    <w:basedOn w:val="Standardskrifttypeiafsnit"/>
    <w:link w:val="Sidefod"/>
    <w:uiPriority w:val="99"/>
    <w:rsid w:val="005F1D44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1D44"/>
    <w:pPr>
      <w:spacing w:after="0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1D44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B211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genafstand">
    <w:name w:val="No Spacing"/>
    <w:uiPriority w:val="1"/>
    <w:qFormat/>
    <w:rsid w:val="009E619F"/>
    <w:pPr>
      <w:spacing w:after="0" w:line="240" w:lineRule="auto"/>
    </w:pPr>
    <w:rPr>
      <w:rFonts w:ascii="Trebuchet MS" w:hAnsi="Trebuchet MS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F3C8B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AF3C8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el">
    <w:name w:val="Title"/>
    <w:basedOn w:val="Normal"/>
    <w:next w:val="Normal"/>
    <w:link w:val="TitelTegn"/>
    <w:uiPriority w:val="10"/>
    <w:qFormat/>
    <w:rsid w:val="00AF3C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F3C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F3C8B"/>
    <w:rPr>
      <w:rFonts w:asciiTheme="majorHAnsi" w:eastAsiaTheme="majorEastAsia" w:hAnsiTheme="majorHAnsi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F3C8B"/>
    <w:rPr>
      <w:rFonts w:asciiTheme="majorHAnsi" w:eastAsiaTheme="majorEastAsia" w:hAnsiTheme="majorHAnsi" w:cstheme="majorBidi"/>
      <w:b/>
      <w:bCs/>
      <w:i/>
      <w:iCs/>
    </w:rPr>
  </w:style>
  <w:style w:type="paragraph" w:styleId="Listeafsnit">
    <w:name w:val="List Paragraph"/>
    <w:basedOn w:val="Normal"/>
    <w:uiPriority w:val="34"/>
    <w:qFormat/>
    <w:rsid w:val="00731B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57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394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73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90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6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6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02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1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80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68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68317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7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9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63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1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40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882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9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4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80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321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24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08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2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164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224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7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79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83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67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63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40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und\AppData\Roaming\Microsoft\Skabeloner\SD%20consortium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ban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270EE79A760F45A45B3BED0EC22C2C" ma:contentTypeVersion="4" ma:contentTypeDescription="Opret et nyt dokument." ma:contentTypeScope="" ma:versionID="704adfbed89f60c772d05e2399fbe0d0">
  <xsd:schema xmlns:xsd="http://www.w3.org/2001/XMLSchema" xmlns:xs="http://www.w3.org/2001/XMLSchema" xmlns:p="http://schemas.microsoft.com/office/2006/metadata/properties" xmlns:ns2="657f2235-9ab7-41c6-8404-d6c7c0b84593" targetNamespace="http://schemas.microsoft.com/office/2006/metadata/properties" ma:root="true" ma:fieldsID="f4b96c8a4fd273e0a9ae991773bb8662" ns2:_="">
    <xsd:import namespace="657f2235-9ab7-41c6-8404-d6c7c0b845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f2235-9ab7-41c6-8404-d6c7c0b845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35E725-374A-4CC9-A763-C191DD9AE58E}"/>
</file>

<file path=customXml/itemProps2.xml><?xml version="1.0" encoding="utf-8"?>
<ds:datastoreItem xmlns:ds="http://schemas.openxmlformats.org/officeDocument/2006/customXml" ds:itemID="{7D994A60-8C0C-4C97-9473-78F85460BE3F}"/>
</file>

<file path=customXml/itemProps3.xml><?xml version="1.0" encoding="utf-8"?>
<ds:datastoreItem xmlns:ds="http://schemas.openxmlformats.org/officeDocument/2006/customXml" ds:itemID="{119E0299-4A41-4CF3-9AF4-A220F4DE526E}"/>
</file>

<file path=docProps/app.xml><?xml version="1.0" encoding="utf-8"?>
<Properties xmlns="http://schemas.openxmlformats.org/officeDocument/2006/extended-properties" xmlns:vt="http://schemas.openxmlformats.org/officeDocument/2006/docPropsVTypes">
  <Template>SD consortium.dotx</Template>
  <TotalTime>41</TotalTime>
  <Pages>2</Pages>
  <Words>216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 Bundvad</dc:creator>
  <cp:lastModifiedBy>Jens Bundvad</cp:lastModifiedBy>
  <cp:revision>18</cp:revision>
  <cp:lastPrinted>2019-08-28T19:44:00Z</cp:lastPrinted>
  <dcterms:created xsi:type="dcterms:W3CDTF">2019-08-31T14:39:00Z</dcterms:created>
  <dcterms:modified xsi:type="dcterms:W3CDTF">2019-08-31T15:25:00Z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0x01010007270EE79A760F45A45B3BED0EC22C2C</vt:lpwstr>
  </property>
</Properties>
</file>